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65B0D" w14:textId="15AA9533" w:rsidR="00367D86" w:rsidRDefault="00367D86" w:rsidP="0063300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i/>
          <w:sz w:val="16"/>
          <w:szCs w:val="16"/>
        </w:rPr>
      </w:pPr>
    </w:p>
    <w:p w14:paraId="52CC1657" w14:textId="77777777" w:rsidR="00367D86" w:rsidRDefault="00367D86" w:rsidP="0063300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i/>
          <w:sz w:val="16"/>
          <w:szCs w:val="16"/>
        </w:rPr>
      </w:pPr>
    </w:p>
    <w:p w14:paraId="660F75B1" w14:textId="77777777" w:rsidR="00367D86" w:rsidRPr="00EC76A1" w:rsidRDefault="00367D86" w:rsidP="00367D86">
      <w:pPr>
        <w:jc w:val="center"/>
        <w:rPr>
          <w:rFonts w:ascii="Calibri" w:hAnsi="Calibri"/>
          <w:b/>
          <w:sz w:val="28"/>
          <w:szCs w:val="28"/>
        </w:rPr>
      </w:pPr>
      <w:r w:rsidRPr="00EC76A1">
        <w:rPr>
          <w:rFonts w:ascii="Calibri" w:hAnsi="Calibri"/>
          <w:b/>
          <w:sz w:val="28"/>
          <w:szCs w:val="28"/>
        </w:rPr>
        <w:t xml:space="preserve">SCHEDA di ADESIONE </w:t>
      </w:r>
      <w:r>
        <w:rPr>
          <w:rFonts w:ascii="Calibri" w:hAnsi="Calibri"/>
          <w:b/>
          <w:sz w:val="28"/>
          <w:szCs w:val="28"/>
        </w:rPr>
        <w:t>ISTITUTI</w:t>
      </w:r>
    </w:p>
    <w:p w14:paraId="7A22EA5A" w14:textId="77777777" w:rsidR="00367D86" w:rsidRDefault="00367D86" w:rsidP="00367D86">
      <w:pPr>
        <w:jc w:val="center"/>
        <w:rPr>
          <w:rFonts w:ascii="Calibri" w:hAnsi="Calibri"/>
          <w:b/>
          <w:i/>
          <w:sz w:val="28"/>
          <w:szCs w:val="28"/>
        </w:rPr>
      </w:pPr>
    </w:p>
    <w:p w14:paraId="288583D8" w14:textId="77777777" w:rsidR="00367D86" w:rsidRDefault="00367D86" w:rsidP="00367D86">
      <w:pPr>
        <w:jc w:val="center"/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Progetto “Sally”</w:t>
      </w:r>
    </w:p>
    <w:p w14:paraId="251FC6C5" w14:textId="77777777" w:rsidR="00367D86" w:rsidRDefault="00367D86" w:rsidP="00367D86">
      <w:pPr>
        <w:jc w:val="center"/>
        <w:rPr>
          <w:rFonts w:ascii="Calibri" w:hAnsi="Calibri"/>
          <w:b/>
          <w:i/>
          <w:sz w:val="28"/>
          <w:szCs w:val="28"/>
        </w:rPr>
      </w:pPr>
    </w:p>
    <w:p w14:paraId="4F192A1D" w14:textId="77777777" w:rsidR="00367D86" w:rsidRDefault="00367D86" w:rsidP="00367D86">
      <w:pPr>
        <w:jc w:val="center"/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Educazione alla mobilità sicura e sostenibile</w:t>
      </w:r>
    </w:p>
    <w:p w14:paraId="6E97BB4C" w14:textId="77777777" w:rsidR="00367D86" w:rsidRDefault="00367D86" w:rsidP="00367D86">
      <w:pPr>
        <w:jc w:val="center"/>
        <w:rPr>
          <w:rFonts w:ascii="Calibri" w:hAnsi="Calibri"/>
          <w:b/>
          <w:i/>
          <w:sz w:val="28"/>
          <w:szCs w:val="28"/>
        </w:rPr>
      </w:pPr>
    </w:p>
    <w:p w14:paraId="4DF93511" w14:textId="77777777" w:rsidR="00367D86" w:rsidRPr="00EC76A1" w:rsidRDefault="00367D86" w:rsidP="00367D86">
      <w:pPr>
        <w:jc w:val="center"/>
        <w:rPr>
          <w:rFonts w:ascii="Calibri" w:hAnsi="Calibri"/>
          <w:b/>
          <w:sz w:val="28"/>
          <w:szCs w:val="28"/>
        </w:rPr>
      </w:pPr>
    </w:p>
    <w:p w14:paraId="13717D5E" w14:textId="77777777" w:rsidR="00367D86" w:rsidRPr="00EC76A1" w:rsidRDefault="00367D86" w:rsidP="00367D86">
      <w:pPr>
        <w:rPr>
          <w:rFonts w:ascii="Calibri" w:hAnsi="Calibri"/>
          <w:b/>
        </w:rPr>
      </w:pP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2567"/>
        <w:gridCol w:w="2320"/>
        <w:gridCol w:w="4323"/>
      </w:tblGrid>
      <w:tr w:rsidR="00367D86" w:rsidRPr="00EC76A1" w14:paraId="41756F21" w14:textId="77777777" w:rsidTr="00802D91">
        <w:trPr>
          <w:trHeight w:val="358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03E34908" w14:textId="77777777" w:rsidR="00367D86" w:rsidRPr="00F421F1" w:rsidRDefault="00367D86" w:rsidP="00802D91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D65BAC">
              <w:rPr>
                <w:rFonts w:ascii="Calibri" w:hAnsi="Calibri"/>
                <w:b/>
                <w:sz w:val="28"/>
                <w:szCs w:val="28"/>
              </w:rPr>
              <w:t>DATI</w:t>
            </w:r>
            <w:r w:rsidRPr="00EC76A1">
              <w:rPr>
                <w:rFonts w:ascii="Calibri" w:hAnsi="Calibri"/>
                <w:b/>
              </w:rPr>
              <w:t xml:space="preserve"> </w:t>
            </w:r>
            <w:r w:rsidRPr="00D65BAC">
              <w:rPr>
                <w:rFonts w:ascii="Calibri" w:hAnsi="Calibri"/>
                <w:b/>
                <w:sz w:val="28"/>
                <w:szCs w:val="28"/>
              </w:rPr>
              <w:t>SCUOLA</w:t>
            </w:r>
          </w:p>
        </w:tc>
      </w:tr>
      <w:tr w:rsidR="00367D86" w:rsidRPr="00EC76A1" w14:paraId="180A8EA8" w14:textId="77777777" w:rsidTr="00802D91">
        <w:trPr>
          <w:trHeight w:val="394"/>
        </w:trPr>
        <w:tc>
          <w:tcPr>
            <w:tcW w:w="2745" w:type="pct"/>
            <w:gridSpan w:val="3"/>
            <w:vAlign w:val="center"/>
          </w:tcPr>
          <w:p w14:paraId="513519CE" w14:textId="77777777" w:rsidR="00367D86" w:rsidRPr="00EC76A1" w:rsidRDefault="00367D86" w:rsidP="00802D9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Istituto</w:t>
            </w:r>
          </w:p>
        </w:tc>
        <w:tc>
          <w:tcPr>
            <w:tcW w:w="2255" w:type="pct"/>
            <w:vAlign w:val="center"/>
          </w:tcPr>
          <w:p w14:paraId="7D2BE559" w14:textId="77777777" w:rsidR="00367D86" w:rsidRPr="00EC76A1" w:rsidRDefault="00367D86" w:rsidP="00802D9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Città</w:t>
            </w:r>
          </w:p>
        </w:tc>
      </w:tr>
      <w:tr w:rsidR="00367D86" w:rsidRPr="00EC76A1" w14:paraId="400E8052" w14:textId="77777777" w:rsidTr="00802D91">
        <w:trPr>
          <w:trHeight w:val="385"/>
        </w:trPr>
        <w:tc>
          <w:tcPr>
            <w:tcW w:w="2745" w:type="pct"/>
            <w:gridSpan w:val="3"/>
            <w:vAlign w:val="center"/>
          </w:tcPr>
          <w:p w14:paraId="680F784E" w14:textId="77777777" w:rsidR="00367D86" w:rsidRDefault="00367D86" w:rsidP="00802D9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Cod. meccanografico</w:t>
            </w:r>
          </w:p>
        </w:tc>
        <w:tc>
          <w:tcPr>
            <w:tcW w:w="2255" w:type="pct"/>
            <w:vAlign w:val="center"/>
          </w:tcPr>
          <w:p w14:paraId="348727CC" w14:textId="77777777" w:rsidR="00367D86" w:rsidRDefault="00367D86" w:rsidP="00802D9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Ambito territoriale</w:t>
            </w:r>
          </w:p>
        </w:tc>
      </w:tr>
      <w:tr w:rsidR="00367D86" w:rsidRPr="00EC76A1" w14:paraId="66A6691C" w14:textId="77777777" w:rsidTr="00802D91">
        <w:trPr>
          <w:trHeight w:val="385"/>
        </w:trPr>
        <w:tc>
          <w:tcPr>
            <w:tcW w:w="2745" w:type="pct"/>
            <w:gridSpan w:val="3"/>
            <w:vAlign w:val="center"/>
          </w:tcPr>
          <w:p w14:paraId="075DA102" w14:textId="77777777" w:rsidR="00367D86" w:rsidRPr="00EC76A1" w:rsidRDefault="00367D86" w:rsidP="00802D9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mail</w:t>
            </w:r>
          </w:p>
        </w:tc>
        <w:tc>
          <w:tcPr>
            <w:tcW w:w="2255" w:type="pct"/>
            <w:vAlign w:val="center"/>
          </w:tcPr>
          <w:p w14:paraId="2DF68DB0" w14:textId="77777777" w:rsidR="00367D86" w:rsidRPr="00EC76A1" w:rsidRDefault="00367D86" w:rsidP="00802D9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Tel.</w:t>
            </w:r>
          </w:p>
        </w:tc>
      </w:tr>
      <w:tr w:rsidR="00367D86" w:rsidRPr="00EC76A1" w14:paraId="453F3A39" w14:textId="77777777" w:rsidTr="00802D91">
        <w:trPr>
          <w:trHeight w:val="569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191B3EA7" w14:textId="77777777" w:rsidR="00367D86" w:rsidRPr="00EC76A1" w:rsidRDefault="00367D86" w:rsidP="00802D91">
            <w:pPr>
              <w:pStyle w:val="Titolo1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Classi </w:t>
            </w:r>
          </w:p>
        </w:tc>
      </w:tr>
      <w:tr w:rsidR="00367D86" w:rsidRPr="00EC76A1" w14:paraId="1F4419D5" w14:textId="77777777" w:rsidTr="0098212C">
        <w:trPr>
          <w:trHeight w:val="439"/>
        </w:trPr>
        <w:tc>
          <w:tcPr>
            <w:tcW w:w="196" w:type="pct"/>
            <w:vAlign w:val="center"/>
          </w:tcPr>
          <w:p w14:paraId="25A98755" w14:textId="77777777" w:rsidR="00367D86" w:rsidRPr="00EC76A1" w:rsidRDefault="00367D86" w:rsidP="00802D91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39" w:type="pct"/>
            <w:vAlign w:val="center"/>
          </w:tcPr>
          <w:p w14:paraId="73B98D8F" w14:textId="77777777" w:rsidR="00367D86" w:rsidRPr="00EC76A1" w:rsidRDefault="00367D86" w:rsidP="00802D91">
            <w:pPr>
              <w:ind w:left="-202" w:firstLine="20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Classe (III/IV e sezi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</w:rPr>
              <w:t>ne)</w:t>
            </w:r>
          </w:p>
        </w:tc>
        <w:tc>
          <w:tcPr>
            <w:tcW w:w="3465" w:type="pct"/>
            <w:gridSpan w:val="2"/>
            <w:vAlign w:val="center"/>
          </w:tcPr>
          <w:p w14:paraId="3078A44E" w14:textId="77777777" w:rsidR="00367D86" w:rsidRPr="00EC76A1" w:rsidRDefault="00367D86" w:rsidP="00802D91">
            <w:pPr>
              <w:ind w:left="-202" w:firstLine="20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Plesso</w:t>
            </w:r>
          </w:p>
        </w:tc>
      </w:tr>
      <w:tr w:rsidR="00367D86" w:rsidRPr="00EC76A1" w14:paraId="22C44109" w14:textId="77777777" w:rsidTr="0098212C">
        <w:trPr>
          <w:trHeight w:val="439"/>
        </w:trPr>
        <w:tc>
          <w:tcPr>
            <w:tcW w:w="196" w:type="pct"/>
            <w:vAlign w:val="center"/>
          </w:tcPr>
          <w:p w14:paraId="129FBD86" w14:textId="77777777" w:rsidR="00367D86" w:rsidRPr="00EC76A1" w:rsidRDefault="00367D86" w:rsidP="00802D9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1339" w:type="pct"/>
            <w:vAlign w:val="center"/>
          </w:tcPr>
          <w:p w14:paraId="1536798D" w14:textId="77777777" w:rsidR="00367D86" w:rsidRDefault="00367D86" w:rsidP="00802D91">
            <w:pPr>
              <w:ind w:left="-202" w:firstLine="202"/>
              <w:rPr>
                <w:rFonts w:ascii="Calibri" w:hAnsi="Calibri"/>
              </w:rPr>
            </w:pPr>
          </w:p>
        </w:tc>
        <w:tc>
          <w:tcPr>
            <w:tcW w:w="3465" w:type="pct"/>
            <w:gridSpan w:val="2"/>
            <w:vAlign w:val="center"/>
          </w:tcPr>
          <w:p w14:paraId="65E1CEB7" w14:textId="77777777" w:rsidR="00367D86" w:rsidRDefault="00367D86" w:rsidP="00802D91">
            <w:pPr>
              <w:ind w:left="-202" w:firstLine="202"/>
              <w:jc w:val="center"/>
              <w:rPr>
                <w:rFonts w:ascii="Calibri" w:hAnsi="Calibri"/>
              </w:rPr>
            </w:pPr>
          </w:p>
        </w:tc>
      </w:tr>
      <w:tr w:rsidR="00367D86" w:rsidRPr="00EC76A1" w14:paraId="7CF0A673" w14:textId="77777777" w:rsidTr="0098212C">
        <w:trPr>
          <w:trHeight w:val="439"/>
        </w:trPr>
        <w:tc>
          <w:tcPr>
            <w:tcW w:w="196" w:type="pct"/>
            <w:vAlign w:val="center"/>
          </w:tcPr>
          <w:p w14:paraId="5DFFC817" w14:textId="77777777" w:rsidR="00367D86" w:rsidRPr="00EC76A1" w:rsidRDefault="00367D86" w:rsidP="00802D9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339" w:type="pct"/>
            <w:vAlign w:val="center"/>
          </w:tcPr>
          <w:p w14:paraId="38AC01AF" w14:textId="77777777" w:rsidR="00367D86" w:rsidRDefault="00367D86" w:rsidP="00802D91">
            <w:pPr>
              <w:ind w:left="-202" w:firstLine="202"/>
              <w:rPr>
                <w:rFonts w:ascii="Calibri" w:hAnsi="Calibri"/>
              </w:rPr>
            </w:pPr>
          </w:p>
        </w:tc>
        <w:tc>
          <w:tcPr>
            <w:tcW w:w="3465" w:type="pct"/>
            <w:gridSpan w:val="2"/>
            <w:vAlign w:val="center"/>
          </w:tcPr>
          <w:p w14:paraId="39C95C8F" w14:textId="77777777" w:rsidR="00367D86" w:rsidRDefault="00367D86" w:rsidP="00802D91">
            <w:pPr>
              <w:ind w:left="-202" w:firstLine="202"/>
              <w:jc w:val="center"/>
              <w:rPr>
                <w:rFonts w:ascii="Calibri" w:hAnsi="Calibri"/>
              </w:rPr>
            </w:pPr>
          </w:p>
        </w:tc>
      </w:tr>
      <w:tr w:rsidR="00367D86" w:rsidRPr="00EC76A1" w14:paraId="2B979CEF" w14:textId="77777777" w:rsidTr="0098212C">
        <w:trPr>
          <w:trHeight w:val="439"/>
        </w:trPr>
        <w:tc>
          <w:tcPr>
            <w:tcW w:w="196" w:type="pct"/>
            <w:vAlign w:val="center"/>
          </w:tcPr>
          <w:p w14:paraId="372E7513" w14:textId="77777777" w:rsidR="00367D86" w:rsidRPr="00EC76A1" w:rsidRDefault="00367D86" w:rsidP="00802D9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1339" w:type="pct"/>
            <w:vAlign w:val="center"/>
          </w:tcPr>
          <w:p w14:paraId="0C4E37F1" w14:textId="77777777" w:rsidR="00367D86" w:rsidRDefault="00367D86" w:rsidP="00802D91">
            <w:pPr>
              <w:ind w:left="-202" w:firstLine="202"/>
              <w:rPr>
                <w:rFonts w:ascii="Calibri" w:hAnsi="Calibri"/>
              </w:rPr>
            </w:pPr>
          </w:p>
        </w:tc>
        <w:tc>
          <w:tcPr>
            <w:tcW w:w="3465" w:type="pct"/>
            <w:gridSpan w:val="2"/>
            <w:vAlign w:val="center"/>
          </w:tcPr>
          <w:p w14:paraId="2FC4CA74" w14:textId="77777777" w:rsidR="00367D86" w:rsidRDefault="00367D86" w:rsidP="00802D91">
            <w:pPr>
              <w:ind w:left="-202" w:firstLine="202"/>
              <w:jc w:val="center"/>
              <w:rPr>
                <w:rFonts w:ascii="Calibri" w:hAnsi="Calibri"/>
              </w:rPr>
            </w:pPr>
          </w:p>
        </w:tc>
      </w:tr>
      <w:tr w:rsidR="00367D86" w:rsidRPr="00EC76A1" w14:paraId="1FC35E53" w14:textId="77777777" w:rsidTr="0098212C">
        <w:trPr>
          <w:trHeight w:val="439"/>
        </w:trPr>
        <w:tc>
          <w:tcPr>
            <w:tcW w:w="196" w:type="pct"/>
            <w:vAlign w:val="center"/>
          </w:tcPr>
          <w:p w14:paraId="726C39AA" w14:textId="77777777" w:rsidR="00367D86" w:rsidRPr="00EC76A1" w:rsidRDefault="00367D86" w:rsidP="00802D9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1339" w:type="pct"/>
            <w:vAlign w:val="center"/>
          </w:tcPr>
          <w:p w14:paraId="3CED1B7B" w14:textId="77777777" w:rsidR="00367D86" w:rsidRDefault="00367D86" w:rsidP="00802D91">
            <w:pPr>
              <w:ind w:left="-202" w:firstLine="202"/>
              <w:rPr>
                <w:rFonts w:ascii="Calibri" w:hAnsi="Calibri"/>
              </w:rPr>
            </w:pPr>
          </w:p>
        </w:tc>
        <w:tc>
          <w:tcPr>
            <w:tcW w:w="3465" w:type="pct"/>
            <w:gridSpan w:val="2"/>
            <w:vAlign w:val="center"/>
          </w:tcPr>
          <w:p w14:paraId="6F4406BC" w14:textId="77777777" w:rsidR="00367D86" w:rsidRDefault="00367D86" w:rsidP="00802D91">
            <w:pPr>
              <w:ind w:left="-202" w:firstLine="202"/>
              <w:jc w:val="center"/>
              <w:rPr>
                <w:rFonts w:ascii="Calibri" w:hAnsi="Calibri"/>
              </w:rPr>
            </w:pPr>
          </w:p>
        </w:tc>
      </w:tr>
      <w:tr w:rsidR="00367D86" w:rsidRPr="00EC76A1" w14:paraId="2FF2CE39" w14:textId="77777777" w:rsidTr="0098212C">
        <w:trPr>
          <w:trHeight w:val="439"/>
        </w:trPr>
        <w:tc>
          <w:tcPr>
            <w:tcW w:w="1535" w:type="pct"/>
            <w:gridSpan w:val="2"/>
            <w:vAlign w:val="center"/>
          </w:tcPr>
          <w:p w14:paraId="25064BBA" w14:textId="77777777" w:rsidR="00367D86" w:rsidRDefault="00367D86" w:rsidP="0098212C">
            <w:pPr>
              <w:ind w:left="-202" w:firstLine="202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Docente referente</w:t>
            </w:r>
            <w:bookmarkStart w:id="0" w:name="_GoBack"/>
            <w:bookmarkEnd w:id="0"/>
          </w:p>
        </w:tc>
        <w:tc>
          <w:tcPr>
            <w:tcW w:w="3465" w:type="pct"/>
            <w:gridSpan w:val="2"/>
            <w:vAlign w:val="center"/>
          </w:tcPr>
          <w:p w14:paraId="7D93F389" w14:textId="77777777" w:rsidR="00367D86" w:rsidRDefault="00367D86" w:rsidP="00802D91">
            <w:pPr>
              <w:ind w:left="-202" w:firstLine="202"/>
              <w:jc w:val="center"/>
              <w:rPr>
                <w:rFonts w:ascii="Calibri" w:hAnsi="Calibri"/>
              </w:rPr>
            </w:pPr>
          </w:p>
        </w:tc>
      </w:tr>
      <w:tr w:rsidR="00367D86" w:rsidRPr="00EC76A1" w14:paraId="08241655" w14:textId="77777777" w:rsidTr="0098212C">
        <w:trPr>
          <w:trHeight w:val="439"/>
        </w:trPr>
        <w:tc>
          <w:tcPr>
            <w:tcW w:w="1535" w:type="pct"/>
            <w:gridSpan w:val="2"/>
            <w:vAlign w:val="center"/>
          </w:tcPr>
          <w:p w14:paraId="10DE3980" w14:textId="77777777" w:rsidR="00367D86" w:rsidRDefault="00367D86" w:rsidP="00802D91">
            <w:pPr>
              <w:ind w:left="-202" w:firstLine="20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Tel.</w:t>
            </w:r>
          </w:p>
        </w:tc>
        <w:tc>
          <w:tcPr>
            <w:tcW w:w="3465" w:type="pct"/>
            <w:gridSpan w:val="2"/>
            <w:vAlign w:val="center"/>
          </w:tcPr>
          <w:p w14:paraId="3850A058" w14:textId="77777777" w:rsidR="00367D86" w:rsidRDefault="00367D86" w:rsidP="00802D91">
            <w:pPr>
              <w:ind w:left="-202" w:firstLine="202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mail</w:t>
            </w:r>
          </w:p>
        </w:tc>
      </w:tr>
    </w:tbl>
    <w:p w14:paraId="6B795D7E" w14:textId="77777777" w:rsidR="00367D86" w:rsidRDefault="00367D86" w:rsidP="00367D86">
      <w:pPr>
        <w:tabs>
          <w:tab w:val="left" w:pos="1005"/>
        </w:tabs>
        <w:rPr>
          <w:rFonts w:ascii="Calibri" w:hAnsi="Calibri"/>
        </w:rPr>
      </w:pPr>
    </w:p>
    <w:p w14:paraId="6C759AB9" w14:textId="77777777" w:rsidR="00367D86" w:rsidRDefault="00367D86" w:rsidP="00367D86">
      <w:pPr>
        <w:tabs>
          <w:tab w:val="left" w:pos="1005"/>
        </w:tabs>
        <w:rPr>
          <w:rFonts w:ascii="Calibri" w:hAnsi="Calibri"/>
        </w:rPr>
      </w:pPr>
    </w:p>
    <w:p w14:paraId="76BDAB55" w14:textId="77777777" w:rsidR="00367D86" w:rsidRDefault="00367D86" w:rsidP="00367D86">
      <w:pPr>
        <w:tabs>
          <w:tab w:val="left" w:pos="1005"/>
        </w:tabs>
        <w:rPr>
          <w:rFonts w:ascii="Calibri" w:hAnsi="Calibri"/>
        </w:rPr>
      </w:pPr>
    </w:p>
    <w:p w14:paraId="2A04A7D5" w14:textId="77777777" w:rsidR="00367D86" w:rsidRPr="00EC76A1" w:rsidRDefault="00367D86" w:rsidP="00367D86">
      <w:pPr>
        <w:tabs>
          <w:tab w:val="left" w:pos="1005"/>
        </w:tabs>
        <w:rPr>
          <w:rFonts w:ascii="Calibri" w:hAnsi="Calibri"/>
        </w:rPr>
      </w:pPr>
    </w:p>
    <w:tbl>
      <w:tblPr>
        <w:tblpPr w:leftFromText="141" w:rightFromText="141" w:vertAnchor="text" w:horzAnchor="page" w:tblpX="5113" w:tblpY="-7"/>
        <w:tblW w:w="0" w:type="auto"/>
        <w:tblLook w:val="01E0" w:firstRow="1" w:lastRow="1" w:firstColumn="1" w:lastColumn="1" w:noHBand="0" w:noVBand="0"/>
      </w:tblPr>
      <w:tblGrid>
        <w:gridCol w:w="4680"/>
      </w:tblGrid>
      <w:tr w:rsidR="00367D86" w:rsidRPr="006F42F5" w14:paraId="55A723DB" w14:textId="77777777" w:rsidTr="00802D91">
        <w:tc>
          <w:tcPr>
            <w:tcW w:w="4680" w:type="dxa"/>
            <w:hideMark/>
          </w:tcPr>
          <w:p w14:paraId="0FA75001" w14:textId="77777777" w:rsidR="00367D86" w:rsidRDefault="00367D86" w:rsidP="00802D91">
            <w:pPr>
              <w:widowControl w:val="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  <w:r w:rsidRPr="006F42F5">
              <w:rPr>
                <w:rFonts w:ascii="Calibri" w:hAnsi="Calibri"/>
                <w:sz w:val="22"/>
                <w:szCs w:val="22"/>
              </w:rPr>
              <w:t xml:space="preserve">IL </w:t>
            </w:r>
            <w:r>
              <w:rPr>
                <w:rFonts w:ascii="Calibri" w:hAnsi="Calibri"/>
                <w:sz w:val="22"/>
                <w:szCs w:val="22"/>
              </w:rPr>
              <w:t>DIRIGENTE SCOLASTICO</w:t>
            </w:r>
          </w:p>
          <w:p w14:paraId="20B4DDA1" w14:textId="77777777" w:rsidR="00367D86" w:rsidRPr="006F42F5" w:rsidRDefault="00367D86" w:rsidP="00802D91">
            <w:pPr>
              <w:widowControl w:val="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367D86" w:rsidRPr="006F42F5" w14:paraId="34139714" w14:textId="77777777" w:rsidTr="00802D91">
        <w:tc>
          <w:tcPr>
            <w:tcW w:w="4680" w:type="dxa"/>
            <w:hideMark/>
          </w:tcPr>
          <w:p w14:paraId="08177582" w14:textId="77777777" w:rsidR="00367D86" w:rsidRDefault="00367D86" w:rsidP="00802D91">
            <w:pPr>
              <w:widowControl w:val="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703B3C1" w14:textId="77777777" w:rsidR="00367D86" w:rsidRPr="006F42F5" w:rsidRDefault="00367D86" w:rsidP="00802D91">
            <w:pPr>
              <w:widowControl w:val="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6E4ACEF" w14:textId="77777777" w:rsidR="00367D86" w:rsidRDefault="00367D86" w:rsidP="00633005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i/>
          <w:sz w:val="16"/>
          <w:szCs w:val="16"/>
        </w:rPr>
      </w:pPr>
    </w:p>
    <w:sectPr w:rsidR="00367D86" w:rsidSect="001446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418" w:bottom="851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EFE37" w14:textId="77777777" w:rsidR="00296A79" w:rsidRDefault="00296A79">
      <w:r>
        <w:separator/>
      </w:r>
    </w:p>
  </w:endnote>
  <w:endnote w:type="continuationSeparator" w:id="0">
    <w:p w14:paraId="2E50206A" w14:textId="77777777" w:rsidR="00296A79" w:rsidRDefault="0029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71890" w14:textId="77777777" w:rsidR="00367D86" w:rsidRDefault="00367D8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F3283" w14:textId="4BEEEF06" w:rsidR="000530E9" w:rsidRPr="00BB1772" w:rsidRDefault="00BB1772" w:rsidP="001446D9">
    <w:pPr>
      <w:pStyle w:val="Pidipagina"/>
      <w:jc w:val="center"/>
      <w:rPr>
        <w:rFonts w:ascii="Garamond" w:hAnsi="Garamond" w:cs="Arial"/>
        <w:sz w:val="18"/>
        <w:szCs w:val="18"/>
      </w:rPr>
    </w:pPr>
    <w:r w:rsidRPr="00BB1772">
      <w:rPr>
        <w:rFonts w:ascii="Garamond" w:hAnsi="Garamond" w:cs="Arial"/>
        <w:sz w:val="18"/>
        <w:szCs w:val="18"/>
      </w:rPr>
      <w:t>201910211347_</w:t>
    </w:r>
    <w:r w:rsidR="00367D86">
      <w:rPr>
        <w:rFonts w:ascii="Garamond" w:hAnsi="Garamond" w:cs="Arial"/>
        <w:sz w:val="18"/>
        <w:szCs w:val="18"/>
      </w:rPr>
      <w:t>Modello_Adesione_</w:t>
    </w:r>
    <w:r w:rsidRPr="00BB1772">
      <w:rPr>
        <w:rFonts w:ascii="Garamond" w:hAnsi="Garamond" w:cs="Arial"/>
        <w:sz w:val="18"/>
        <w:szCs w:val="18"/>
      </w:rPr>
      <w:t>Pro</w:t>
    </w:r>
    <w:r w:rsidR="00367D86">
      <w:rPr>
        <w:rFonts w:ascii="Garamond" w:hAnsi="Garamond" w:cs="Arial"/>
        <w:sz w:val="18"/>
        <w:szCs w:val="18"/>
      </w:rPr>
      <w:t>getto_Sally_Educazione_Stradale</w:t>
    </w:r>
  </w:p>
  <w:p w14:paraId="6E8F3284" w14:textId="77777777"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14:paraId="6E8F3285" w14:textId="77777777"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14:paraId="6E8F3286" w14:textId="77777777" w:rsidR="002E6CB5" w:rsidRPr="006F4E6F" w:rsidRDefault="002E6CB5" w:rsidP="00136AAF">
    <w:pPr>
      <w:pStyle w:val="Pidipagina"/>
      <w:rPr>
        <w:szCs w:val="15"/>
      </w:rPr>
    </w:pPr>
  </w:p>
  <w:p w14:paraId="6E8F3287" w14:textId="77777777" w:rsidR="002E6CB5" w:rsidRPr="00136AAF" w:rsidRDefault="002E6CB5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37B57" w14:textId="77777777" w:rsidR="00367D86" w:rsidRDefault="00367D8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EF004" w14:textId="77777777" w:rsidR="00296A79" w:rsidRDefault="00296A79">
      <w:r>
        <w:separator/>
      </w:r>
    </w:p>
  </w:footnote>
  <w:footnote w:type="continuationSeparator" w:id="0">
    <w:p w14:paraId="17536737" w14:textId="77777777" w:rsidR="00296A79" w:rsidRDefault="00296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73390" w14:textId="77777777" w:rsidR="00367D86" w:rsidRDefault="00367D8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F327D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6E8F327E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6E8F3288" wp14:editId="6E8F3289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8F327F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6E8F3280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6E8F3281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14:paraId="6E8F3282" w14:textId="77777777" w:rsidR="00787314" w:rsidRDefault="00787314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A3380" w14:textId="77777777" w:rsidR="00367D86" w:rsidRDefault="00367D8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D00"/>
    <w:rsid w:val="00016992"/>
    <w:rsid w:val="00023FA4"/>
    <w:rsid w:val="000333F8"/>
    <w:rsid w:val="000530E9"/>
    <w:rsid w:val="00067738"/>
    <w:rsid w:val="000803CF"/>
    <w:rsid w:val="0009001C"/>
    <w:rsid w:val="000A557B"/>
    <w:rsid w:val="000D2E2A"/>
    <w:rsid w:val="000D705C"/>
    <w:rsid w:val="000E70B5"/>
    <w:rsid w:val="001169C1"/>
    <w:rsid w:val="001328E3"/>
    <w:rsid w:val="00136AAF"/>
    <w:rsid w:val="001446D9"/>
    <w:rsid w:val="00152452"/>
    <w:rsid w:val="001C586C"/>
    <w:rsid w:val="001C7A19"/>
    <w:rsid w:val="001E37AC"/>
    <w:rsid w:val="00247B14"/>
    <w:rsid w:val="00250079"/>
    <w:rsid w:val="00273018"/>
    <w:rsid w:val="00296A79"/>
    <w:rsid w:val="002A2A80"/>
    <w:rsid w:val="002E6CB5"/>
    <w:rsid w:val="002F39BA"/>
    <w:rsid w:val="002F45C3"/>
    <w:rsid w:val="00325D26"/>
    <w:rsid w:val="00326968"/>
    <w:rsid w:val="00340F90"/>
    <w:rsid w:val="00367D86"/>
    <w:rsid w:val="00374674"/>
    <w:rsid w:val="003803A6"/>
    <w:rsid w:val="0039324C"/>
    <w:rsid w:val="00396DCD"/>
    <w:rsid w:val="003A2189"/>
    <w:rsid w:val="003B4C21"/>
    <w:rsid w:val="003C5AD8"/>
    <w:rsid w:val="003C6398"/>
    <w:rsid w:val="003F3598"/>
    <w:rsid w:val="004232FF"/>
    <w:rsid w:val="00427F65"/>
    <w:rsid w:val="004434B0"/>
    <w:rsid w:val="00451B49"/>
    <w:rsid w:val="0047283F"/>
    <w:rsid w:val="004A1FC6"/>
    <w:rsid w:val="00504CAB"/>
    <w:rsid w:val="005173B6"/>
    <w:rsid w:val="00522B8F"/>
    <w:rsid w:val="00524A54"/>
    <w:rsid w:val="00527FC3"/>
    <w:rsid w:val="005311CC"/>
    <w:rsid w:val="0055108F"/>
    <w:rsid w:val="00554D00"/>
    <w:rsid w:val="005638CD"/>
    <w:rsid w:val="00586341"/>
    <w:rsid w:val="00586441"/>
    <w:rsid w:val="005B1070"/>
    <w:rsid w:val="005D0EF5"/>
    <w:rsid w:val="005E72F2"/>
    <w:rsid w:val="0062214C"/>
    <w:rsid w:val="00633005"/>
    <w:rsid w:val="006514BC"/>
    <w:rsid w:val="0066114A"/>
    <w:rsid w:val="006719D5"/>
    <w:rsid w:val="006752E2"/>
    <w:rsid w:val="00675DCA"/>
    <w:rsid w:val="00686718"/>
    <w:rsid w:val="006A2BB1"/>
    <w:rsid w:val="006B34B4"/>
    <w:rsid w:val="006D43B8"/>
    <w:rsid w:val="006D555F"/>
    <w:rsid w:val="006E4A3F"/>
    <w:rsid w:val="0071673E"/>
    <w:rsid w:val="007228EE"/>
    <w:rsid w:val="00725996"/>
    <w:rsid w:val="0073795F"/>
    <w:rsid w:val="00737BAF"/>
    <w:rsid w:val="00770129"/>
    <w:rsid w:val="00777C59"/>
    <w:rsid w:val="00787314"/>
    <w:rsid w:val="00805F59"/>
    <w:rsid w:val="00820087"/>
    <w:rsid w:val="00831A5E"/>
    <w:rsid w:val="00855E18"/>
    <w:rsid w:val="00856D0E"/>
    <w:rsid w:val="008A3D06"/>
    <w:rsid w:val="008B4793"/>
    <w:rsid w:val="008C5CA0"/>
    <w:rsid w:val="008E3221"/>
    <w:rsid w:val="00911C62"/>
    <w:rsid w:val="00952391"/>
    <w:rsid w:val="00966EE0"/>
    <w:rsid w:val="0097301D"/>
    <w:rsid w:val="0098212C"/>
    <w:rsid w:val="00990D6F"/>
    <w:rsid w:val="00995801"/>
    <w:rsid w:val="009A270E"/>
    <w:rsid w:val="009A5CFE"/>
    <w:rsid w:val="009C4538"/>
    <w:rsid w:val="009D525E"/>
    <w:rsid w:val="00A06A97"/>
    <w:rsid w:val="00A25362"/>
    <w:rsid w:val="00A43D45"/>
    <w:rsid w:val="00A505D9"/>
    <w:rsid w:val="00A552B6"/>
    <w:rsid w:val="00AA7A72"/>
    <w:rsid w:val="00AC63AB"/>
    <w:rsid w:val="00B139EA"/>
    <w:rsid w:val="00B80809"/>
    <w:rsid w:val="00B9193C"/>
    <w:rsid w:val="00B9297F"/>
    <w:rsid w:val="00BA4C0A"/>
    <w:rsid w:val="00BB1772"/>
    <w:rsid w:val="00BC6B6C"/>
    <w:rsid w:val="00C53192"/>
    <w:rsid w:val="00C66C50"/>
    <w:rsid w:val="00C83861"/>
    <w:rsid w:val="00C90388"/>
    <w:rsid w:val="00CA0FA7"/>
    <w:rsid w:val="00CC3989"/>
    <w:rsid w:val="00D128A3"/>
    <w:rsid w:val="00D256A6"/>
    <w:rsid w:val="00D70B9C"/>
    <w:rsid w:val="00D876A3"/>
    <w:rsid w:val="00DC32F9"/>
    <w:rsid w:val="00DD1DAC"/>
    <w:rsid w:val="00DF5567"/>
    <w:rsid w:val="00E42106"/>
    <w:rsid w:val="00E634CE"/>
    <w:rsid w:val="00E92363"/>
    <w:rsid w:val="00EA4307"/>
    <w:rsid w:val="00EE016F"/>
    <w:rsid w:val="00EE5F90"/>
    <w:rsid w:val="00F618B5"/>
    <w:rsid w:val="00F658DB"/>
    <w:rsid w:val="00F70D7B"/>
    <w:rsid w:val="00F722CC"/>
    <w:rsid w:val="00F76057"/>
    <w:rsid w:val="00F90DB3"/>
    <w:rsid w:val="00F949F6"/>
    <w:rsid w:val="00FD1EEF"/>
    <w:rsid w:val="00FE10A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8F3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67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D6C7-3907-4C05-9D7A-2F5702A0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0</TotalTime>
  <Pages>1</Pages>
  <Words>39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307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3</cp:revision>
  <cp:lastPrinted>2016-02-02T14:18:00Z</cp:lastPrinted>
  <dcterms:created xsi:type="dcterms:W3CDTF">2019-10-21T15:28:00Z</dcterms:created>
  <dcterms:modified xsi:type="dcterms:W3CDTF">2019-10-21T15:29:00Z</dcterms:modified>
</cp:coreProperties>
</file>